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ОБРАЗОВАТЕЛЬНОЕ УЧРЕЖДЕНИЕ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ДОПОЛНИТЕЛЬНОГО ПРОФЕССИОНАЛЬНОГО ОБРАЗОВАНИЯ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(ПОВЫШЕНИЯ КВАЛИФИКАЦИИ)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«МУНИЦИПАЛЬНЫЙ МЕТОДИЧЕСКИЙ ЦЕНТР»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МОУ ДПО  (ПК) «Муниципальный методический центр»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Р И К А З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Pr="00C82A26" w:rsidRDefault="009F5172" w:rsidP="008431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01 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ноября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b/>
            <w:sz w:val="24"/>
            <w:szCs w:val="24"/>
          </w:rPr>
          <w:t>2010 г</w:t>
        </w:r>
      </w:smartTag>
      <w:r>
        <w:rPr>
          <w:rFonts w:ascii="Times New Roman" w:hAnsi="Times New Roman"/>
          <w:b/>
          <w:sz w:val="24"/>
          <w:szCs w:val="24"/>
        </w:rPr>
        <w:t xml:space="preserve">.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97 </w:t>
      </w:r>
    </w:p>
    <w:p w:rsidR="009F5172" w:rsidRDefault="009F5172" w:rsidP="00843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городского конкурса 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«Край родной – земля уральская»</w:t>
      </w: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172" w:rsidRDefault="009F5172" w:rsidP="0084316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повышения профессионального мастерства, развития творческого потенциала и инициатив педагогов МДОУ, МАДОУ в решении задач краеведческого обучения и воспитания детей дошкольного возраста</w:t>
      </w:r>
    </w:p>
    <w:p w:rsidR="009F5172" w:rsidRDefault="009F5172" w:rsidP="0084316C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9F5172" w:rsidRDefault="009F5172" w:rsidP="0084316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ПРИКАЗЫВАЮ</w:t>
      </w:r>
    </w:p>
    <w:p w:rsidR="009F5172" w:rsidRDefault="009F5172" w:rsidP="0084316C">
      <w:pPr>
        <w:spacing w:after="0" w:line="240" w:lineRule="auto"/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p w:rsidR="009F5172" w:rsidRDefault="009F5172" w:rsidP="008431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с 1 ноября 2010г. по 29 апреля 2011г. в рамках городских методический объединений  городской конкурс «Край родной – земля уральская».</w:t>
      </w:r>
    </w:p>
    <w:p w:rsidR="009F5172" w:rsidRDefault="009F5172" w:rsidP="008431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Положение о проведении городского конкурса на лучшую организацию работы по краеведению «Край родной – земля уральская» (Приложение 1).</w:t>
      </w:r>
    </w:p>
    <w:p w:rsidR="009F5172" w:rsidRDefault="009F5172" w:rsidP="008431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персональный состав  жюри  конкурса «Край родной – земля уральская» (Приложение 2).</w:t>
      </w:r>
    </w:p>
    <w:p w:rsidR="009F5172" w:rsidRDefault="009F5172" w:rsidP="00817900">
      <w:pPr>
        <w:pStyle w:val="ListParagraph"/>
        <w:spacing w:after="0" w:line="240" w:lineRule="auto"/>
        <w:ind w:left="1068" w:hanging="34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1790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                                                                                       В.А. Яскевич</w:t>
      </w: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4316C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F5172" w:rsidRDefault="009F5172" w:rsidP="0081790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F5172" w:rsidRDefault="009F5172" w:rsidP="0081790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F5172" w:rsidRDefault="009F5172" w:rsidP="0081790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F5172" w:rsidRDefault="009F5172" w:rsidP="0081790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F5172" w:rsidRDefault="009F5172" w:rsidP="0081790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 Е.А.Осинцева 3-40-40</w:t>
      </w:r>
    </w:p>
    <w:p w:rsidR="009F5172" w:rsidRDefault="009F5172"/>
    <w:sectPr w:rsidR="009F5172" w:rsidSect="0081790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B7F2A"/>
    <w:multiLevelType w:val="hybridMultilevel"/>
    <w:tmpl w:val="EB628D7E"/>
    <w:lvl w:ilvl="0" w:tplc="0170932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16C"/>
    <w:rsid w:val="00225E29"/>
    <w:rsid w:val="005D3316"/>
    <w:rsid w:val="005F4625"/>
    <w:rsid w:val="00817900"/>
    <w:rsid w:val="0082667F"/>
    <w:rsid w:val="00834329"/>
    <w:rsid w:val="0084316C"/>
    <w:rsid w:val="0099419A"/>
    <w:rsid w:val="009F5172"/>
    <w:rsid w:val="00A04135"/>
    <w:rsid w:val="00B3278D"/>
    <w:rsid w:val="00B66CFF"/>
    <w:rsid w:val="00C82A26"/>
    <w:rsid w:val="00DD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31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6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168</Words>
  <Characters>964</Characters>
  <Application>Microsoft Office Outlook</Application>
  <DocSecurity>0</DocSecurity>
  <Lines>0</Lines>
  <Paragraphs>0</Paragraphs>
  <ScaleCrop>false</ScaleCrop>
  <Company>ММЦ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</dc:creator>
  <cp:keywords/>
  <dc:description/>
  <cp:lastModifiedBy>Алена</cp:lastModifiedBy>
  <cp:revision>5</cp:revision>
  <dcterms:created xsi:type="dcterms:W3CDTF">2010-12-03T08:42:00Z</dcterms:created>
  <dcterms:modified xsi:type="dcterms:W3CDTF">2011-02-03T09:32:00Z</dcterms:modified>
</cp:coreProperties>
</file>